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F60" w:rsidRPr="008F365E" w:rsidRDefault="000C0EE5" w:rsidP="008E68FB">
      <w:pPr>
        <w:ind w:left="3686"/>
        <w:rPr>
          <w:rFonts w:ascii="Arial" w:hAnsi="Arial" w:cs="Arial"/>
          <w:b/>
          <w:sz w:val="36"/>
          <w:u w:val="singl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4B20DACF" wp14:editId="467710BD">
                <wp:simplePos x="0" y="0"/>
                <wp:positionH relativeFrom="column">
                  <wp:posOffset>-158562</wp:posOffset>
                </wp:positionH>
                <wp:positionV relativeFrom="paragraph">
                  <wp:posOffset>-118123</wp:posOffset>
                </wp:positionV>
                <wp:extent cx="2313616" cy="506189"/>
                <wp:effectExtent l="0" t="0" r="0" b="8255"/>
                <wp:wrapNone/>
                <wp:docPr id="296" name="Textfeld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3616" cy="5061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0EE5" w:rsidRPr="00F92D01" w:rsidRDefault="000C0EE5">
                            <w:pPr>
                              <w:rPr>
                                <w:rFonts w:ascii="Lucida Handwriting" w:hAnsi="Lucida Handwriting"/>
                                <w:sz w:val="20"/>
                              </w:rPr>
                            </w:pPr>
                            <w:r w:rsidRPr="00F92D01">
                              <w:rPr>
                                <w:rFonts w:ascii="Lucida Handwriting" w:hAnsi="Lucida Handwriting"/>
                                <w:sz w:val="20"/>
                              </w:rPr>
                              <w:t>Die Fragen helfen Dir, das Schema zu vervollständigen.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96" o:spid="_x0000_s1026" type="#_x0000_t202" style="position:absolute;left:0;text-align:left;margin-left:-12.5pt;margin-top:-9.3pt;width:182.15pt;height:39.8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" fillcolor="white [3201]" stroked="f" strokeweight=".5pt">
                <v:textbox>
                  <w:txbxContent>
                    <w:p w:rsidR="000C0EE5" w:rsidRPr="00F92D01" w:rsidRDefault="000C0EE5">
                      <w:pPr>
                        <w:rPr>
                          <w:rFonts w:ascii="Lucida Handwriting" w:hAnsi="Lucida Handwriting"/>
                          <w:sz w:val="20"/>
                        </w:rPr>
                      </w:pPr>
                      <w:r w:rsidRPr="00F92D01">
                        <w:rPr>
                          <w:rFonts w:ascii="Lucida Handwriting" w:hAnsi="Lucida Handwriting"/>
                          <w:sz w:val="20"/>
                        </w:rPr>
                        <w:t>Die Fragen helfen Dir, das Schema zu vervollständigen.</w:t>
                      </w:r>
                    </w:p>
                  </w:txbxContent>
                </v:textbox>
              </v:shape>
            </w:pict>
          </mc:Fallback>
        </mc:AlternateContent>
      </w:r>
      <w:r w:rsidR="004A12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0C9FED2" wp14:editId="4041A82A">
                <wp:simplePos x="0" y="0"/>
                <wp:positionH relativeFrom="column">
                  <wp:posOffset>6026785</wp:posOffset>
                </wp:positionH>
                <wp:positionV relativeFrom="paragraph">
                  <wp:posOffset>5357495</wp:posOffset>
                </wp:positionV>
                <wp:extent cx="5715" cy="249555"/>
                <wp:effectExtent l="76200" t="0" r="70485" b="55245"/>
                <wp:wrapNone/>
                <wp:docPr id="291" name="Gerade Verbindung mit Pfeil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24955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91" o:spid="_x0000_s1026" type="#_x0000_t32" style="position:absolute;margin-left:474.55pt;margin-top:421.85pt;width:.45pt;height:19.6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" strokecolor="black [3213]" strokeweight="2pt">
                <v:stroke endarrow="open"/>
              </v:shape>
            </w:pict>
          </mc:Fallback>
        </mc:AlternateContent>
      </w:r>
      <w:r w:rsidR="004A12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1DD1FFC" wp14:editId="0B20E064">
                <wp:simplePos x="0" y="0"/>
                <wp:positionH relativeFrom="column">
                  <wp:posOffset>6028690</wp:posOffset>
                </wp:positionH>
                <wp:positionV relativeFrom="paragraph">
                  <wp:posOffset>4545965</wp:posOffset>
                </wp:positionV>
                <wp:extent cx="5715" cy="249555"/>
                <wp:effectExtent l="76200" t="0" r="70485" b="55245"/>
                <wp:wrapNone/>
                <wp:docPr id="290" name="Gerade Verbindung mit Pfeil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24955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290" o:spid="_x0000_s1026" type="#_x0000_t32" style="position:absolute;margin-left:474.7pt;margin-top:357.95pt;width:.45pt;height:19.6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" strokecolor="black [3213]" strokeweight="2pt">
                <v:stroke endarrow="open"/>
              </v:shape>
            </w:pict>
          </mc:Fallback>
        </mc:AlternateContent>
      </w:r>
      <w:r w:rsidR="004A12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74D07A4" wp14:editId="312AD19B">
                <wp:simplePos x="0" y="0"/>
                <wp:positionH relativeFrom="column">
                  <wp:posOffset>6024880</wp:posOffset>
                </wp:positionH>
                <wp:positionV relativeFrom="paragraph">
                  <wp:posOffset>3740150</wp:posOffset>
                </wp:positionV>
                <wp:extent cx="5715" cy="249555"/>
                <wp:effectExtent l="76200" t="0" r="70485" b="55245"/>
                <wp:wrapNone/>
                <wp:docPr id="289" name="Gerade Verbindung mit Pfeil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24955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289" o:spid="_x0000_s1026" type="#_x0000_t32" style="position:absolute;margin-left:474.4pt;margin-top:294.5pt;width:.45pt;height:19.6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" strokecolor="black [3213]" strokeweight="2pt">
                <v:stroke endarrow="open"/>
              </v:shape>
            </w:pict>
          </mc:Fallback>
        </mc:AlternateContent>
      </w:r>
      <w:r w:rsidR="004A12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2B7F588" wp14:editId="76535485">
                <wp:simplePos x="0" y="0"/>
                <wp:positionH relativeFrom="column">
                  <wp:posOffset>6020435</wp:posOffset>
                </wp:positionH>
                <wp:positionV relativeFrom="paragraph">
                  <wp:posOffset>2946400</wp:posOffset>
                </wp:positionV>
                <wp:extent cx="5715" cy="249555"/>
                <wp:effectExtent l="76200" t="0" r="70485" b="55245"/>
                <wp:wrapNone/>
                <wp:docPr id="288" name="Gerade Verbindung mit Pfeil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24955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288" o:spid="_x0000_s1026" type="#_x0000_t32" style="position:absolute;margin-left:474.05pt;margin-top:232pt;width:.45pt;height:19.6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" strokecolor="black [3213]" strokeweight="2pt">
                <v:stroke endarrow="open"/>
              </v:shape>
            </w:pict>
          </mc:Fallback>
        </mc:AlternateContent>
      </w:r>
      <w:r w:rsidR="004A12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5DE64A7" wp14:editId="6FC86210">
                <wp:simplePos x="0" y="0"/>
                <wp:positionH relativeFrom="column">
                  <wp:posOffset>6017260</wp:posOffset>
                </wp:positionH>
                <wp:positionV relativeFrom="paragraph">
                  <wp:posOffset>2147570</wp:posOffset>
                </wp:positionV>
                <wp:extent cx="5938" cy="249770"/>
                <wp:effectExtent l="76200" t="0" r="70485" b="55245"/>
                <wp:wrapNone/>
                <wp:docPr id="31" name="Gerade Verbindung mit Pfei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8" cy="24977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31" o:spid="_x0000_s1026" type="#_x0000_t32" style="position:absolute;margin-left:473.8pt;margin-top:169.1pt;width:.45pt;height:19.6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" strokecolor="black [3213]" strokeweight="2pt">
                <v:stroke endarrow="open"/>
              </v:shape>
            </w:pict>
          </mc:Fallback>
        </mc:AlternateContent>
      </w:r>
      <w:r w:rsidR="004A12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566E257" wp14:editId="07061E6B">
                <wp:simplePos x="0" y="0"/>
                <wp:positionH relativeFrom="column">
                  <wp:posOffset>2546573</wp:posOffset>
                </wp:positionH>
                <wp:positionV relativeFrom="paragraph">
                  <wp:posOffset>5610860</wp:posOffset>
                </wp:positionV>
                <wp:extent cx="7012305" cy="551815"/>
                <wp:effectExtent l="0" t="0" r="17145" b="19685"/>
                <wp:wrapNone/>
                <wp:docPr id="29" name="Flussdiagramm: Alternativer Prozes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2305" cy="551815"/>
                        </a:xfrm>
                        <a:prstGeom prst="flowChartAlternate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645B" w:rsidRPr="0021645B" w:rsidRDefault="00272221" w:rsidP="0027222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</w:pPr>
                            <w:r w:rsidRPr="0021645B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>erhöhte Anfälligkeit für Infektionen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ussdiagramm: Alternativer Prozess 29" o:spid="_x0000_s1027" type="#_x0000_t176" style="position:absolute;left:0;text-align:left;margin-left:200.5pt;margin-top:441.8pt;width:552.15pt;height:43.4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" filled="f" strokecolor="black [3213]" strokeweight="2pt">
                <v:textbox>
                  <w:txbxContent>
                    <w:p w:rsidR="0021645B" w:rsidRPr="0021645B" w:rsidRDefault="00272221" w:rsidP="00272221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</w:pPr>
                      <w:r w:rsidRPr="0021645B"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>erhöhte Anfälligkeit für Infektionen</w:t>
                      </w:r>
                    </w:p>
                  </w:txbxContent>
                </v:textbox>
              </v:shape>
            </w:pict>
          </mc:Fallback>
        </mc:AlternateContent>
      </w:r>
      <w:r w:rsidR="004A12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0C99743" wp14:editId="20BC9525">
                <wp:simplePos x="0" y="0"/>
                <wp:positionH relativeFrom="column">
                  <wp:posOffset>2541682</wp:posOffset>
                </wp:positionH>
                <wp:positionV relativeFrom="paragraph">
                  <wp:posOffset>4808855</wp:posOffset>
                </wp:positionV>
                <wp:extent cx="7012305" cy="551815"/>
                <wp:effectExtent l="0" t="0" r="17145" b="19685"/>
                <wp:wrapNone/>
                <wp:docPr id="28" name="Flussdiagramm: Alternativer Prozes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2305" cy="551815"/>
                        </a:xfrm>
                        <a:prstGeom prst="flowChartAlternate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645B" w:rsidRPr="0021645B" w:rsidRDefault="0021645B" w:rsidP="0027222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>schlechtere Abwehr von Kran</w:t>
                            </w:r>
                            <w:r w:rsidRPr="0021645B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>kheitserregern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Alternativer Prozess 28" o:spid="_x0000_s1028" type="#_x0000_t176" style="position:absolute;left:0;text-align:left;margin-left:200.15pt;margin-top:378.65pt;width:552.15pt;height:43.4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" filled="f" strokecolor="black [3213]" strokeweight="2pt">
                <v:textbox>
                  <w:txbxContent>
                    <w:p w:rsidR="0021645B" w:rsidRPr="0021645B" w:rsidRDefault="0021645B" w:rsidP="00272221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>schlechtere Abwehr von Kran</w:t>
                      </w:r>
                      <w:r w:rsidRPr="0021645B"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>kheitserregern</w:t>
                      </w:r>
                    </w:p>
                  </w:txbxContent>
                </v:textbox>
              </v:shape>
            </w:pict>
          </mc:Fallback>
        </mc:AlternateContent>
      </w:r>
      <w:r w:rsidR="004A12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B281EE" wp14:editId="442F9154">
                <wp:simplePos x="0" y="0"/>
                <wp:positionH relativeFrom="column">
                  <wp:posOffset>2538507</wp:posOffset>
                </wp:positionH>
                <wp:positionV relativeFrom="paragraph">
                  <wp:posOffset>3994150</wp:posOffset>
                </wp:positionV>
                <wp:extent cx="7012305" cy="551815"/>
                <wp:effectExtent l="0" t="0" r="17145" b="19685"/>
                <wp:wrapNone/>
                <wp:docPr id="27" name="Flussdiagramm: Alternativer Prozes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2305" cy="551815"/>
                        </a:xfrm>
                        <a:prstGeom prst="flowChartAlternate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645B" w:rsidRPr="0021645B" w:rsidRDefault="00272221" w:rsidP="0027222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</w:pPr>
                            <w:r w:rsidRPr="0021645B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>weniger Antikörper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Alternativer Prozess 27" o:spid="_x0000_s1029" type="#_x0000_t176" style="position:absolute;left:0;text-align:left;margin-left:199.9pt;margin-top:314.5pt;width:552.15pt;height:43.4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" filled="f" strokecolor="black [3213]" strokeweight="2pt">
                <v:textbox>
                  <w:txbxContent>
                    <w:p w:rsidR="0021645B" w:rsidRPr="0021645B" w:rsidRDefault="00272221" w:rsidP="00272221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</w:pPr>
                      <w:r w:rsidRPr="0021645B"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>weniger Antikörper</w:t>
                      </w:r>
                    </w:p>
                  </w:txbxContent>
                </v:textbox>
              </v:shape>
            </w:pict>
          </mc:Fallback>
        </mc:AlternateContent>
      </w:r>
      <w:r w:rsidR="004A12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E725BE" wp14:editId="119FEF40">
                <wp:simplePos x="0" y="0"/>
                <wp:positionH relativeFrom="column">
                  <wp:posOffset>2540858</wp:posOffset>
                </wp:positionH>
                <wp:positionV relativeFrom="paragraph">
                  <wp:posOffset>3188335</wp:posOffset>
                </wp:positionV>
                <wp:extent cx="7012305" cy="551815"/>
                <wp:effectExtent l="0" t="0" r="17145" b="19685"/>
                <wp:wrapNone/>
                <wp:docPr id="26" name="Flussdiagramm: Alternativer Prozes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2305" cy="551815"/>
                        </a:xfrm>
                        <a:prstGeom prst="flowChartAlternate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645B" w:rsidRPr="0021645B" w:rsidRDefault="00272221" w:rsidP="0027222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1645B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>weniger Plasma-Zellen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Alternativer Prozess 26" o:spid="_x0000_s1030" type="#_x0000_t176" style="position:absolute;left:0;text-align:left;margin-left:200.05pt;margin-top:251.05pt;width:552.15pt;height:43.4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" filled="f" strokecolor="black [3213]" strokeweight="2pt">
                <v:textbox>
                  <w:txbxContent>
                    <w:p w:rsidR="0021645B" w:rsidRPr="0021645B" w:rsidRDefault="00272221" w:rsidP="00272221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1645B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>weniger Plasma-Zellen</w:t>
                      </w:r>
                    </w:p>
                  </w:txbxContent>
                </v:textbox>
              </v:shape>
            </w:pict>
          </mc:Fallback>
        </mc:AlternateContent>
      </w:r>
      <w:r w:rsidR="004A12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AA1C3A" wp14:editId="7C09BCD3">
                <wp:simplePos x="0" y="0"/>
                <wp:positionH relativeFrom="column">
                  <wp:posOffset>2530252</wp:posOffset>
                </wp:positionH>
                <wp:positionV relativeFrom="paragraph">
                  <wp:posOffset>2395220</wp:posOffset>
                </wp:positionV>
                <wp:extent cx="7012305" cy="551815"/>
                <wp:effectExtent l="0" t="0" r="17145" b="19685"/>
                <wp:wrapNone/>
                <wp:docPr id="25" name="Flussdiagramm: Alternativer Prozes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2305" cy="551815"/>
                        </a:xfrm>
                        <a:prstGeom prst="flowChartAlternate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A123A" w:rsidRPr="0021645B" w:rsidRDefault="00272221" w:rsidP="0027222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>weniger</w:t>
                            </w:r>
                            <w:r w:rsidRPr="0021645B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 xml:space="preserve"> Stammzellen im Knochenmark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Alternativer Prozess 25" o:spid="_x0000_s1031" type="#_x0000_t176" style="position:absolute;left:0;text-align:left;margin-left:199.25pt;margin-top:188.6pt;width:552.15pt;height:43.4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" filled="f" strokecolor="black [3213]" strokeweight="2pt">
                <v:textbox>
                  <w:txbxContent>
                    <w:p w:rsidR="004A123A" w:rsidRPr="0021645B" w:rsidRDefault="00272221" w:rsidP="00272221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>weniger</w:t>
                      </w:r>
                      <w:r w:rsidRPr="0021645B"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 xml:space="preserve"> Stammzellen im Knochenmark</w:t>
                      </w:r>
                    </w:p>
                  </w:txbxContent>
                </v:textbox>
              </v:shape>
            </w:pict>
          </mc:Fallback>
        </mc:AlternateContent>
      </w:r>
      <w:r w:rsidR="004A12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9DF01A" wp14:editId="7210DC40">
                <wp:simplePos x="0" y="0"/>
                <wp:positionH relativeFrom="column">
                  <wp:posOffset>2520727</wp:posOffset>
                </wp:positionH>
                <wp:positionV relativeFrom="paragraph">
                  <wp:posOffset>1595755</wp:posOffset>
                </wp:positionV>
                <wp:extent cx="7012305" cy="551815"/>
                <wp:effectExtent l="0" t="0" r="17145" b="19685"/>
                <wp:wrapNone/>
                <wp:docPr id="19" name="Flussdiagramm: Alternativer Prozes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2305" cy="551815"/>
                        </a:xfrm>
                        <a:prstGeom prst="flowChartAlternate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A123A" w:rsidRPr="004A123A" w:rsidRDefault="004A123A" w:rsidP="0027222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</w:pPr>
                            <w:r w:rsidRPr="004A123A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>Schädigung der DNA von Stammzellen im Knochenmark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Alternativer Prozess 19" o:spid="_x0000_s1032" type="#_x0000_t176" style="position:absolute;left:0;text-align:left;margin-left:198.5pt;margin-top:125.65pt;width:552.15pt;height:43.4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" filled="f" strokecolor="black [3213]" strokeweight="2pt">
                <v:textbox>
                  <w:txbxContent>
                    <w:p w:rsidR="004A123A" w:rsidRPr="004A123A" w:rsidRDefault="004A123A" w:rsidP="00272221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</w:pPr>
                      <w:r w:rsidRPr="004A123A"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>Schädigung der DNA von Stammzellen im Knochenmark</w:t>
                      </w:r>
                    </w:p>
                  </w:txbxContent>
                </v:textbox>
              </v:shape>
            </w:pict>
          </mc:Fallback>
        </mc:AlternateContent>
      </w:r>
      <w:r w:rsidR="00FF515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DE760B" wp14:editId="706341F6">
                <wp:simplePos x="0" y="0"/>
                <wp:positionH relativeFrom="column">
                  <wp:posOffset>7052087</wp:posOffset>
                </wp:positionH>
                <wp:positionV relativeFrom="paragraph">
                  <wp:posOffset>954801</wp:posOffset>
                </wp:positionV>
                <wp:extent cx="273355" cy="0"/>
                <wp:effectExtent l="38100" t="76200" r="0" b="114300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3355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8" o:spid="_x0000_s1026" type="#_x0000_t32" style="position:absolute;margin-left:555.3pt;margin-top:75.2pt;width:21.5pt;height:0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" strokecolor="black [3213]" strokeweight="2pt">
                <v:stroke endarrow="open"/>
              </v:shape>
            </w:pict>
          </mc:Fallback>
        </mc:AlternateContent>
      </w:r>
      <w:r w:rsidR="004C619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AE65C86" wp14:editId="627858B8">
                <wp:simplePos x="0" y="0"/>
                <wp:positionH relativeFrom="column">
                  <wp:posOffset>7223760</wp:posOffset>
                </wp:positionH>
                <wp:positionV relativeFrom="paragraph">
                  <wp:posOffset>386715</wp:posOffset>
                </wp:positionV>
                <wp:extent cx="1205230" cy="248920"/>
                <wp:effectExtent l="0" t="0" r="0" b="0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523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65E" w:rsidRDefault="008F365E" w:rsidP="008F365E">
                            <w:r>
                              <w:t>äußerer Faktor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33" type="#_x0000_t202" style="position:absolute;left:0;text-align:left;margin-left:568.8pt;margin-top:30.45pt;width:94.9pt;height:19.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" stroked="f">
                <v:textbox>
                  <w:txbxContent>
                    <w:p w:rsidR="008F365E" w:rsidRDefault="008F365E" w:rsidP="008F365E">
                      <w:r>
                        <w:t>äußerer</w:t>
                      </w:r>
                      <w:r>
                        <w:t xml:space="preserve"> Faktor</w:t>
                      </w:r>
                    </w:p>
                  </w:txbxContent>
                </v:textbox>
              </v:shape>
            </w:pict>
          </mc:Fallback>
        </mc:AlternateContent>
      </w:r>
      <w:r w:rsidR="004C619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DF07518" wp14:editId="4CC8E2EC">
                <wp:simplePos x="0" y="0"/>
                <wp:positionH relativeFrom="column">
                  <wp:posOffset>4665345</wp:posOffset>
                </wp:positionH>
                <wp:positionV relativeFrom="paragraph">
                  <wp:posOffset>389255</wp:posOffset>
                </wp:positionV>
                <wp:extent cx="1205230" cy="248920"/>
                <wp:effectExtent l="0" t="0" r="0" b="0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523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65E" w:rsidRDefault="008F365E" w:rsidP="008F365E">
                            <w:r>
                              <w:t>innerer Faktor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367.35pt;margin-top:30.65pt;width:94.9pt;height:19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" stroked="f">
                <v:textbox>
                  <w:txbxContent>
                    <w:p w:rsidR="008F365E" w:rsidRDefault="008F365E" w:rsidP="008F365E">
                      <w:r>
                        <w:t>innerer Faktor</w:t>
                      </w:r>
                    </w:p>
                  </w:txbxContent>
                </v:textbox>
              </v:shape>
            </w:pict>
          </mc:Fallback>
        </mc:AlternateContent>
      </w:r>
      <w:r w:rsidR="004C619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1B66355" wp14:editId="5D0D876C">
                <wp:simplePos x="0" y="0"/>
                <wp:positionH relativeFrom="column">
                  <wp:posOffset>4761865</wp:posOffset>
                </wp:positionH>
                <wp:positionV relativeFrom="paragraph">
                  <wp:posOffset>607060</wp:posOffset>
                </wp:positionV>
                <wp:extent cx="2291715" cy="706120"/>
                <wp:effectExtent l="0" t="0" r="13335" b="17780"/>
                <wp:wrapNone/>
                <wp:docPr id="13" name="Flussdiagramm: Prozes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1715" cy="706120"/>
                        </a:xfrm>
                        <a:prstGeom prst="flowChart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F515C" w:rsidRPr="004A123A" w:rsidRDefault="00FF515C" w:rsidP="0027222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4A123A">
                              <w:rPr>
                                <w:rFonts w:ascii="Arial" w:hAnsi="Arial" w:cs="Arial"/>
                                <w:sz w:val="28"/>
                              </w:rPr>
                              <w:t>Entstehung reaktiver Sauerstoffteilchen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ussdiagramm: Prozess 3" o:spid="_x0000_s1035" type="#_x0000_t109" style="position:absolute;left:0;text-align:left;margin-left:374.95pt;margin-top:47.8pt;width:180.45pt;height:55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" filled="f" strokecolor="windowText" strokeweight="2pt">
                <v:path arrowok="t"/>
                <v:textbox>
                  <w:txbxContent>
                    <w:p w:rsidR="00FF515C" w:rsidRPr="004A123A" w:rsidRDefault="00FF515C" w:rsidP="00272221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8"/>
                        </w:rPr>
                      </w:pPr>
                      <w:r w:rsidRPr="004A123A">
                        <w:rPr>
                          <w:rFonts w:ascii="Arial" w:hAnsi="Arial" w:cs="Arial"/>
                          <w:sz w:val="28"/>
                        </w:rPr>
                        <w:t>Entstehung reaktiver Sauerstoffteilchen</w:t>
                      </w:r>
                    </w:p>
                  </w:txbxContent>
                </v:textbox>
              </v:shape>
            </w:pict>
          </mc:Fallback>
        </mc:AlternateContent>
      </w:r>
      <w:r w:rsidR="004C619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6B112860" wp14:editId="0C46EB88">
                <wp:simplePos x="0" y="0"/>
                <wp:positionH relativeFrom="column">
                  <wp:posOffset>2243455</wp:posOffset>
                </wp:positionH>
                <wp:positionV relativeFrom="paragraph">
                  <wp:posOffset>379730</wp:posOffset>
                </wp:positionV>
                <wp:extent cx="1205230" cy="248920"/>
                <wp:effectExtent l="0" t="0" r="0" b="0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523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65E" w:rsidRDefault="008F365E">
                            <w:r>
                              <w:t>innerer Faktor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176.65pt;margin-top:29.9pt;width:94.9pt;height:1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" stroked="f">
                <v:textbox>
                  <w:txbxContent>
                    <w:p w:rsidR="008F365E" w:rsidRDefault="008F365E">
                      <w:r>
                        <w:t>innerer Faktor</w:t>
                      </w:r>
                    </w:p>
                  </w:txbxContent>
                </v:textbox>
              </v:shape>
            </w:pict>
          </mc:Fallback>
        </mc:AlternateContent>
      </w:r>
      <w:r w:rsidR="004C619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7C66F3D" wp14:editId="32A63ECB">
                <wp:simplePos x="0" y="0"/>
                <wp:positionH relativeFrom="column">
                  <wp:posOffset>2351405</wp:posOffset>
                </wp:positionH>
                <wp:positionV relativeFrom="paragraph">
                  <wp:posOffset>607060</wp:posOffset>
                </wp:positionV>
                <wp:extent cx="2291715" cy="706120"/>
                <wp:effectExtent l="0" t="0" r="13335" b="17780"/>
                <wp:wrapNone/>
                <wp:docPr id="11" name="Flussdiagramm: Prozes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1715" cy="706120"/>
                        </a:xfrm>
                        <a:prstGeom prst="flowChart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F515C" w:rsidRPr="004A123A" w:rsidRDefault="00272221" w:rsidP="0027222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4A123A">
                              <w:rPr>
                                <w:rFonts w:ascii="Arial" w:hAnsi="Arial" w:cs="Arial"/>
                                <w:sz w:val="28"/>
                              </w:rPr>
                              <w:t xml:space="preserve">Verkürzung der </w:t>
                            </w:r>
                            <w:proofErr w:type="spellStart"/>
                            <w:r w:rsidRPr="004A123A">
                              <w:rPr>
                                <w:rFonts w:ascii="Arial" w:hAnsi="Arial" w:cs="Arial"/>
                                <w:sz w:val="28"/>
                              </w:rPr>
                              <w:t>Telomere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ussdiagramm: Prozess 2" o:spid="_x0000_s1037" type="#_x0000_t109" style="position:absolute;left:0;text-align:left;margin-left:185.15pt;margin-top:47.8pt;width:180.45pt;height:55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" filled="f" strokecolor="windowText" strokeweight="2pt">
                <v:path arrowok="t"/>
                <v:textbox>
                  <w:txbxContent>
                    <w:p w:rsidR="00FF515C" w:rsidRPr="004A123A" w:rsidRDefault="00272221" w:rsidP="00272221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8"/>
                        </w:rPr>
                      </w:pPr>
                      <w:r w:rsidRPr="004A123A">
                        <w:rPr>
                          <w:rFonts w:ascii="Arial" w:hAnsi="Arial" w:cs="Arial"/>
                          <w:sz w:val="28"/>
                        </w:rPr>
                        <w:t xml:space="preserve">Verkürzung der </w:t>
                      </w:r>
                      <w:proofErr w:type="spellStart"/>
                      <w:r w:rsidRPr="004A123A">
                        <w:rPr>
                          <w:rFonts w:ascii="Arial" w:hAnsi="Arial" w:cs="Arial"/>
                          <w:sz w:val="28"/>
                        </w:rPr>
                        <w:t>Telomere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C619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C3BE19" wp14:editId="2660A272">
                <wp:simplePos x="0" y="0"/>
                <wp:positionH relativeFrom="column">
                  <wp:posOffset>7326630</wp:posOffset>
                </wp:positionH>
                <wp:positionV relativeFrom="paragraph">
                  <wp:posOffset>600710</wp:posOffset>
                </wp:positionV>
                <wp:extent cx="2291715" cy="706120"/>
                <wp:effectExtent l="0" t="0" r="13335" b="17780"/>
                <wp:wrapNone/>
                <wp:docPr id="10" name="Flussdiagramm: Prozes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1715" cy="706120"/>
                        </a:xfrm>
                        <a:prstGeom prst="flowChart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F515C" w:rsidRPr="004A123A" w:rsidRDefault="00272221" w:rsidP="0027222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4A123A">
                              <w:rPr>
                                <w:rFonts w:ascii="Arial" w:hAnsi="Arial" w:cs="Arial"/>
                                <w:sz w:val="28"/>
                              </w:rPr>
                              <w:t xml:space="preserve">Alkohol, Nikotin, </w:t>
                            </w:r>
                            <w:r w:rsidRPr="004A123A">
                              <w:rPr>
                                <w:rFonts w:ascii="Arial" w:hAnsi="Arial" w:cs="Arial"/>
                                <w:sz w:val="28"/>
                              </w:rPr>
                              <w:br/>
                              <w:t>radioaktive Strahlung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ussdiagramm: Prozess 4" o:spid="_x0000_s1038" type="#_x0000_t109" style="position:absolute;left:0;text-align:left;margin-left:576.9pt;margin-top:47.3pt;width:180.45pt;height:55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" filled="f" strokecolor="windowText" strokeweight="2pt">
                <v:path arrowok="t"/>
                <v:textbox>
                  <w:txbxContent>
                    <w:p w:rsidR="00FF515C" w:rsidRPr="004A123A" w:rsidRDefault="00272221" w:rsidP="00272221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8"/>
                        </w:rPr>
                      </w:pPr>
                      <w:r w:rsidRPr="004A123A">
                        <w:rPr>
                          <w:rFonts w:ascii="Arial" w:hAnsi="Arial" w:cs="Arial"/>
                          <w:sz w:val="28"/>
                        </w:rPr>
                        <w:t xml:space="preserve">Alkohol, Nikotin, </w:t>
                      </w:r>
                      <w:r w:rsidRPr="004A123A">
                        <w:rPr>
                          <w:rFonts w:ascii="Arial" w:hAnsi="Arial" w:cs="Arial"/>
                          <w:sz w:val="28"/>
                        </w:rPr>
                        <w:br/>
                        <w:t>radioaktive Strahlung</w:t>
                      </w:r>
                    </w:p>
                  </w:txbxContent>
                </v:textbox>
              </v:shape>
            </w:pict>
          </mc:Fallback>
        </mc:AlternateContent>
      </w:r>
      <w:r w:rsidR="008E68FB">
        <w:rPr>
          <w:rFonts w:ascii="Arial" w:hAnsi="Arial" w:cs="Arial"/>
          <w:b/>
          <w:sz w:val="36"/>
          <w:u w:val="single"/>
        </w:rPr>
        <w:t xml:space="preserve">M </w:t>
      </w:r>
      <w:r w:rsidR="00272221">
        <w:rPr>
          <w:rFonts w:ascii="Arial" w:hAnsi="Arial" w:cs="Arial"/>
          <w:b/>
          <w:sz w:val="36"/>
          <w:u w:val="single"/>
        </w:rPr>
        <w:t>4</w:t>
      </w:r>
      <w:r w:rsidR="008E68FB">
        <w:rPr>
          <w:rFonts w:ascii="Arial" w:hAnsi="Arial" w:cs="Arial"/>
          <w:b/>
          <w:sz w:val="36"/>
          <w:u w:val="single"/>
        </w:rPr>
        <w:t>.2</w:t>
      </w:r>
      <w:r w:rsidR="006560F8">
        <w:rPr>
          <w:rFonts w:ascii="Arial" w:hAnsi="Arial" w:cs="Arial"/>
          <w:b/>
          <w:sz w:val="36"/>
          <w:u w:val="single"/>
        </w:rPr>
        <w:tab/>
      </w:r>
      <w:bookmarkStart w:id="0" w:name="_GoBack"/>
      <w:bookmarkEnd w:id="0"/>
      <w:r w:rsidR="008E68FB">
        <w:rPr>
          <w:rFonts w:ascii="Arial" w:hAnsi="Arial" w:cs="Arial"/>
          <w:b/>
          <w:sz w:val="36"/>
          <w:u w:val="single"/>
        </w:rPr>
        <w:t>Was geschieht bei der Alterung des Immunsystems</w:t>
      </w:r>
      <w:r w:rsidR="007E7A42" w:rsidRPr="008F365E">
        <w:rPr>
          <w:rFonts w:ascii="Arial" w:hAnsi="Arial" w:cs="Arial"/>
          <w:b/>
          <w:sz w:val="36"/>
          <w:u w:val="single"/>
        </w:rPr>
        <w:t>?</w:t>
      </w:r>
      <w:r w:rsidR="00D21B2C" w:rsidRPr="008F365E">
        <w:rPr>
          <w:rFonts w:ascii="Arial" w:hAnsi="Arial" w:cs="Arial"/>
          <w:noProof/>
          <w:lang w:eastAsia="de-DE"/>
        </w:rPr>
        <w:t xml:space="preserve"> </w:t>
      </w:r>
    </w:p>
    <w:tbl>
      <w:tblPr>
        <w:tblpPr w:leftFromText="141" w:rightFromText="141" w:vertAnchor="text" w:tblpY="1"/>
        <w:tblOverlap w:val="never"/>
        <w:tblW w:w="3369" w:type="dxa"/>
        <w:tblLook w:val="04A0" w:firstRow="1" w:lastRow="0" w:firstColumn="1" w:lastColumn="0" w:noHBand="0" w:noVBand="1"/>
      </w:tblPr>
      <w:tblGrid>
        <w:gridCol w:w="3369"/>
      </w:tblGrid>
      <w:tr w:rsidR="00D21B2C" w:rsidRPr="00963472" w:rsidTr="003775EF">
        <w:trPr>
          <w:trHeight w:val="1564"/>
        </w:trPr>
        <w:tc>
          <w:tcPr>
            <w:tcW w:w="3369" w:type="dxa"/>
            <w:shd w:val="clear" w:color="auto" w:fill="auto"/>
            <w:vAlign w:val="center"/>
          </w:tcPr>
          <w:p w:rsidR="00D21B2C" w:rsidRPr="000C0EE5" w:rsidRDefault="00D21B2C" w:rsidP="003775EF">
            <w:pPr>
              <w:spacing w:after="0" w:line="240" w:lineRule="auto"/>
              <w:rPr>
                <w:rFonts w:ascii="Lucida Handwriting" w:hAnsi="Lucida Handwriting" w:cs="Arial"/>
                <w:sz w:val="20"/>
              </w:rPr>
            </w:pPr>
            <w:r w:rsidRPr="000C0EE5">
              <w:rPr>
                <w:rFonts w:ascii="Lucida Handwriting" w:hAnsi="Lucida Handwriting" w:cs="Arial"/>
                <w:sz w:val="20"/>
              </w:rPr>
              <w:t>Welche Faktoren verursachen die Alterung des Immunsystems?</w:t>
            </w:r>
          </w:p>
        </w:tc>
      </w:tr>
      <w:tr w:rsidR="00D21B2C" w:rsidRPr="00963472" w:rsidTr="0021645B">
        <w:trPr>
          <w:trHeight w:val="1304"/>
        </w:trPr>
        <w:tc>
          <w:tcPr>
            <w:tcW w:w="3369" w:type="dxa"/>
            <w:shd w:val="clear" w:color="auto" w:fill="auto"/>
          </w:tcPr>
          <w:p w:rsidR="00D21B2C" w:rsidRPr="000C0EE5" w:rsidRDefault="00D21B2C" w:rsidP="00963472">
            <w:pPr>
              <w:spacing w:after="0" w:line="240" w:lineRule="auto"/>
              <w:rPr>
                <w:rFonts w:ascii="Lucida Handwriting" w:hAnsi="Lucida Handwriting" w:cs="Arial"/>
                <w:sz w:val="20"/>
              </w:rPr>
            </w:pPr>
          </w:p>
        </w:tc>
      </w:tr>
      <w:tr w:rsidR="0021645B" w:rsidRPr="00963472" w:rsidTr="0021645B">
        <w:trPr>
          <w:trHeight w:val="2608"/>
        </w:trPr>
        <w:tc>
          <w:tcPr>
            <w:tcW w:w="3369" w:type="dxa"/>
            <w:shd w:val="clear" w:color="auto" w:fill="auto"/>
            <w:vAlign w:val="center"/>
          </w:tcPr>
          <w:p w:rsidR="0021645B" w:rsidRPr="000C0EE5" w:rsidRDefault="0021645B" w:rsidP="0021645B">
            <w:pPr>
              <w:spacing w:after="0" w:line="240" w:lineRule="auto"/>
              <w:rPr>
                <w:rFonts w:ascii="Lucida Handwriting" w:hAnsi="Lucida Handwriting" w:cs="Arial"/>
                <w:sz w:val="20"/>
              </w:rPr>
            </w:pPr>
            <w:r w:rsidRPr="000C0EE5">
              <w:rPr>
                <w:rFonts w:ascii="Lucida Handwriting" w:hAnsi="Lucida Handwriting" w:cs="Arial"/>
                <w:sz w:val="20"/>
              </w:rPr>
              <w:t>Welche Folge hat die Schädi</w:t>
            </w:r>
            <w:r w:rsidR="00054672" w:rsidRPr="000C0EE5">
              <w:rPr>
                <w:rFonts w:ascii="Lucida Handwriting" w:hAnsi="Lucida Handwriting" w:cs="Arial"/>
                <w:sz w:val="20"/>
              </w:rPr>
              <w:softHyphen/>
            </w:r>
            <w:r w:rsidRPr="000C0EE5">
              <w:rPr>
                <w:rFonts w:ascii="Lucida Handwriting" w:hAnsi="Lucida Handwriting" w:cs="Arial"/>
                <w:sz w:val="20"/>
              </w:rPr>
              <w:t>gung der DNA für die Zellen des Immunsystems?</w:t>
            </w:r>
          </w:p>
        </w:tc>
      </w:tr>
      <w:tr w:rsidR="00D21B2C" w:rsidRPr="00963472" w:rsidTr="00821E41">
        <w:trPr>
          <w:trHeight w:val="1304"/>
        </w:trPr>
        <w:tc>
          <w:tcPr>
            <w:tcW w:w="3369" w:type="dxa"/>
            <w:shd w:val="clear" w:color="auto" w:fill="auto"/>
            <w:vAlign w:val="center"/>
          </w:tcPr>
          <w:p w:rsidR="00D21B2C" w:rsidRPr="000C0EE5" w:rsidRDefault="00821E41" w:rsidP="00821E41">
            <w:pPr>
              <w:spacing w:after="0" w:line="240" w:lineRule="auto"/>
              <w:rPr>
                <w:rFonts w:ascii="Lucida Handwriting" w:hAnsi="Lucida Handwriting" w:cs="Arial"/>
                <w:sz w:val="20"/>
              </w:rPr>
            </w:pPr>
            <w:r w:rsidRPr="000C0EE5">
              <w:rPr>
                <w:rFonts w:ascii="Lucida Handwriting" w:hAnsi="Lucida Handwriting" w:cs="Arial"/>
                <w:sz w:val="20"/>
              </w:rPr>
              <w:t>Welche Folge ergibt sich für die Anzahl der Antikörper?</w:t>
            </w:r>
          </w:p>
        </w:tc>
      </w:tr>
      <w:tr w:rsidR="00D21B2C" w:rsidRPr="00963472" w:rsidTr="0021645B">
        <w:trPr>
          <w:trHeight w:val="1304"/>
        </w:trPr>
        <w:tc>
          <w:tcPr>
            <w:tcW w:w="3369" w:type="dxa"/>
            <w:shd w:val="clear" w:color="auto" w:fill="auto"/>
          </w:tcPr>
          <w:p w:rsidR="00D21B2C" w:rsidRPr="000C0EE5" w:rsidRDefault="00D21B2C" w:rsidP="00963472">
            <w:pPr>
              <w:spacing w:after="0" w:line="240" w:lineRule="auto"/>
              <w:rPr>
                <w:rFonts w:ascii="Lucida Handwriting" w:hAnsi="Lucida Handwriting" w:cs="Arial"/>
                <w:sz w:val="20"/>
              </w:rPr>
            </w:pPr>
          </w:p>
        </w:tc>
      </w:tr>
      <w:tr w:rsidR="00D21B2C" w:rsidRPr="00963472" w:rsidTr="00852DAA">
        <w:trPr>
          <w:trHeight w:val="1304"/>
        </w:trPr>
        <w:tc>
          <w:tcPr>
            <w:tcW w:w="3369" w:type="dxa"/>
            <w:shd w:val="clear" w:color="auto" w:fill="auto"/>
          </w:tcPr>
          <w:p w:rsidR="00D21B2C" w:rsidRPr="000C0EE5" w:rsidRDefault="00821E41" w:rsidP="00852DAA">
            <w:pPr>
              <w:spacing w:before="300" w:after="0" w:line="240" w:lineRule="auto"/>
              <w:rPr>
                <w:rFonts w:ascii="Lucida Handwriting" w:hAnsi="Lucida Handwriting" w:cs="Arial"/>
                <w:sz w:val="20"/>
              </w:rPr>
            </w:pPr>
            <w:r w:rsidRPr="000C0EE5">
              <w:rPr>
                <w:rFonts w:ascii="Lucida Handwriting" w:hAnsi="Lucida Handwriting" w:cs="Arial"/>
                <w:sz w:val="20"/>
              </w:rPr>
              <w:t>Welche Alterserscheinung ist zu beobachten?</w:t>
            </w:r>
          </w:p>
        </w:tc>
      </w:tr>
    </w:tbl>
    <w:p w:rsidR="007E7A42" w:rsidRDefault="00054672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73446</wp:posOffset>
                </wp:positionH>
                <wp:positionV relativeFrom="paragraph">
                  <wp:posOffset>1873250</wp:posOffset>
                </wp:positionV>
                <wp:extent cx="318217" cy="1543792"/>
                <wp:effectExtent l="0" t="0" r="24765" b="18415"/>
                <wp:wrapNone/>
                <wp:docPr id="294" name="Geschweifte Klammer links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217" cy="1543792"/>
                        </a:xfrm>
                        <a:prstGeom prst="leftBrac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Geschweifte Klammer links 294" o:spid="_x0000_s1026" type="#_x0000_t87" style="position:absolute;margin-left:5.8pt;margin-top:147.5pt;width:25.05pt;height:121.5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" adj="371" strokecolor="black [3213]" strokeweight="2pt"/>
            </w:pict>
          </mc:Fallback>
        </mc:AlternateContent>
      </w:r>
      <w:r w:rsidR="0021645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011003" wp14:editId="26D01F54">
                <wp:simplePos x="0" y="0"/>
                <wp:positionH relativeFrom="column">
                  <wp:posOffset>3817587</wp:posOffset>
                </wp:positionH>
                <wp:positionV relativeFrom="paragraph">
                  <wp:posOffset>873224</wp:posOffset>
                </wp:positionV>
                <wp:extent cx="0" cy="290945"/>
                <wp:effectExtent l="95250" t="0" r="57150" b="52070"/>
                <wp:wrapNone/>
                <wp:docPr id="293" name="Gerade Verbindung mit Pfeil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094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93" o:spid="_x0000_s1026" type="#_x0000_t32" style="position:absolute;margin-left:300.6pt;margin-top:68.75pt;width:0;height:22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" strokecolor="black [3213]" strokeweight="2pt">
                <v:stroke endarrow="open"/>
              </v:shape>
            </w:pict>
          </mc:Fallback>
        </mc:AlternateContent>
      </w:r>
      <w:r w:rsidR="0021645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AB02B1" wp14:editId="26932202">
                <wp:simplePos x="0" y="0"/>
                <wp:positionH relativeFrom="column">
                  <wp:posOffset>1397107</wp:posOffset>
                </wp:positionH>
                <wp:positionV relativeFrom="paragraph">
                  <wp:posOffset>875863</wp:posOffset>
                </wp:positionV>
                <wp:extent cx="0" cy="290945"/>
                <wp:effectExtent l="95250" t="0" r="57150" b="52070"/>
                <wp:wrapNone/>
                <wp:docPr id="292" name="Gerade Verbindung mit Pfeil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094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92" o:spid="_x0000_s1026" type="#_x0000_t32" style="position:absolute;margin-left:110pt;margin-top:68.95pt;width:0;height:22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" strokecolor="black [3213]" strokeweight="2pt">
                <v:stroke endarrow="open"/>
              </v:shape>
            </w:pict>
          </mc:Fallback>
        </mc:AlternateContent>
      </w:r>
      <w:r w:rsidR="008F365E" w:rsidRPr="0021645B">
        <w:rPr>
          <w:i/>
        </w:rPr>
        <w:br w:type="textWrapping" w:clear="all"/>
      </w:r>
    </w:p>
    <w:sectPr w:rsidR="007E7A42" w:rsidSect="003E0A52">
      <w:footerReference w:type="default" r:id="rId8"/>
      <w:pgSz w:w="16838" w:h="11906" w:orient="landscape"/>
      <w:pgMar w:top="709" w:right="1417" w:bottom="426" w:left="1134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84A" w:rsidRDefault="00FC684A" w:rsidP="003E0A52">
      <w:pPr>
        <w:spacing w:after="0" w:line="240" w:lineRule="auto"/>
      </w:pPr>
      <w:r>
        <w:separator/>
      </w:r>
    </w:p>
  </w:endnote>
  <w:endnote w:type="continuationSeparator" w:id="0">
    <w:p w:rsidR="00FC684A" w:rsidRDefault="00FC684A" w:rsidP="003E0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A52" w:rsidRPr="003E0A52" w:rsidRDefault="003E0A52" w:rsidP="003E0A52">
    <w:pPr>
      <w:pStyle w:val="Fuzeile"/>
      <w:jc w:val="center"/>
      <w:rPr>
        <w:rFonts w:ascii="Arial" w:hAnsi="Arial" w:cs="Arial"/>
      </w:rPr>
    </w:pPr>
    <w:r w:rsidRPr="003E0A52">
      <w:rPr>
        <w:rFonts w:ascii="Arial" w:hAnsi="Arial" w:cs="Arial"/>
      </w:rPr>
      <w:t>QUA-LiS NRW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84A" w:rsidRDefault="00FC684A" w:rsidP="003E0A52">
      <w:pPr>
        <w:spacing w:after="0" w:line="240" w:lineRule="auto"/>
      </w:pPr>
      <w:r>
        <w:separator/>
      </w:r>
    </w:p>
  </w:footnote>
  <w:footnote w:type="continuationSeparator" w:id="0">
    <w:p w:rsidR="00FC684A" w:rsidRDefault="00FC684A" w:rsidP="003E0A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A42"/>
    <w:rsid w:val="00054672"/>
    <w:rsid w:val="0006760F"/>
    <w:rsid w:val="000C0EE5"/>
    <w:rsid w:val="0021645B"/>
    <w:rsid w:val="00272221"/>
    <w:rsid w:val="003775EF"/>
    <w:rsid w:val="003E0A52"/>
    <w:rsid w:val="00435FB3"/>
    <w:rsid w:val="004A123A"/>
    <w:rsid w:val="004C6199"/>
    <w:rsid w:val="00652F1B"/>
    <w:rsid w:val="006560F8"/>
    <w:rsid w:val="00782C50"/>
    <w:rsid w:val="007E7A42"/>
    <w:rsid w:val="00821E41"/>
    <w:rsid w:val="00823F60"/>
    <w:rsid w:val="00852DAA"/>
    <w:rsid w:val="0086694E"/>
    <w:rsid w:val="008E68FB"/>
    <w:rsid w:val="008F365E"/>
    <w:rsid w:val="00963472"/>
    <w:rsid w:val="00D21B2C"/>
    <w:rsid w:val="00E45BDC"/>
    <w:rsid w:val="00E6247F"/>
    <w:rsid w:val="00F92D01"/>
    <w:rsid w:val="00FA505F"/>
    <w:rsid w:val="00FC22F2"/>
    <w:rsid w:val="00FC684A"/>
    <w:rsid w:val="00FF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E7A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3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F365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3E0A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E0A52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E0A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E0A52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E7A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3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F365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3E0A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E0A52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E0A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E0A5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ADE38-1063-47BF-BA26-8B9CC9446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414B52EC.dotm</Template>
  <TotalTime>0</TotalTime>
  <Pages>1</Pages>
  <Words>43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Austermann</dc:creator>
  <cp:lastModifiedBy>Jens Austermann</cp:lastModifiedBy>
  <cp:revision>6</cp:revision>
  <cp:lastPrinted>2017-06-22T07:27:00Z</cp:lastPrinted>
  <dcterms:created xsi:type="dcterms:W3CDTF">2017-06-22T07:20:00Z</dcterms:created>
  <dcterms:modified xsi:type="dcterms:W3CDTF">2017-06-22T14:21:00Z</dcterms:modified>
</cp:coreProperties>
</file>